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00C332A8">
        <w:rPr>
          <w:rFonts w:ascii="Corbel" w:hAnsi="Corbel"/>
          <w:i/>
          <w:iCs/>
        </w:rPr>
        <w:t>UR</w:t>
      </w:r>
      <w:proofErr w:type="spellEnd"/>
      <w:r w:rsidRPr="00C332A8">
        <w:rPr>
          <w:rFonts w:ascii="Corbel" w:hAnsi="Corbel"/>
          <w:i/>
          <w:iCs/>
        </w:rPr>
        <w:t xml:space="preserve">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1D2CC9D5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202</w:t>
      </w:r>
      <w:r w:rsidR="00F30B18">
        <w:rPr>
          <w:rFonts w:ascii="Corbel" w:hAnsi="Corbel"/>
          <w:i/>
          <w:smallCaps/>
          <w:sz w:val="24"/>
          <w:szCs w:val="24"/>
        </w:rPr>
        <w:t>1</w:t>
      </w:r>
      <w:r w:rsidR="00DC6D0C" w:rsidRPr="00C332A8">
        <w:rPr>
          <w:rFonts w:ascii="Corbel" w:hAnsi="Corbel"/>
          <w:i/>
          <w:smallCaps/>
          <w:sz w:val="24"/>
          <w:szCs w:val="24"/>
        </w:rPr>
        <w:t>-202</w:t>
      </w:r>
      <w:r w:rsidR="00F30B18">
        <w:rPr>
          <w:rFonts w:ascii="Corbel" w:hAnsi="Corbel"/>
          <w:i/>
          <w:smallCaps/>
          <w:sz w:val="24"/>
          <w:szCs w:val="24"/>
        </w:rPr>
        <w:t>3</w:t>
      </w:r>
    </w:p>
    <w:p w14:paraId="5D7FB053" w14:textId="4C7654B4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F30B18">
        <w:rPr>
          <w:rFonts w:ascii="Corbel" w:hAnsi="Corbel"/>
          <w:sz w:val="20"/>
          <w:szCs w:val="20"/>
        </w:rPr>
        <w:t>2</w:t>
      </w:r>
      <w:r w:rsidRPr="00C332A8">
        <w:rPr>
          <w:rFonts w:ascii="Corbel" w:hAnsi="Corbel"/>
          <w:sz w:val="20"/>
          <w:szCs w:val="20"/>
        </w:rPr>
        <w:t>/202</w:t>
      </w:r>
      <w:r w:rsidR="00F30B18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E5DF279" w:rsidR="0085747A" w:rsidRPr="00C332A8" w:rsidRDefault="000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332A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332A8">
        <w:rPr>
          <w:rFonts w:ascii="Corbel" w:hAnsi="Corbel"/>
          <w:sz w:val="24"/>
          <w:szCs w:val="24"/>
        </w:rPr>
        <w:t>ECTS</w:t>
      </w:r>
      <w:proofErr w:type="spellEnd"/>
      <w:r w:rsidRPr="00C332A8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Wykł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Konw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Sem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Prakt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332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0A5BC487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95A5AC3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</w:t>
      </w:r>
      <w:proofErr w:type="spellStart"/>
      <w:r w:rsidRPr="00C332A8">
        <w:rPr>
          <w:rFonts w:ascii="Corbel" w:hAnsi="Corbel"/>
          <w:b w:val="0"/>
          <w:smallCaps w:val="0"/>
        </w:rPr>
        <w:t>Teams</w:t>
      </w:r>
      <w:proofErr w:type="spellEnd"/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78628C05" w:rsidR="009C54AE" w:rsidRPr="00C332A8" w:rsidRDefault="0002429F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Równowaga rynkowa – 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produkcji. Funkcje produkcji (funkcja liniowa,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Cobba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Liniowe modele równowagi. Równowaga ogólna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Walrasa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332A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332A8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33F5AFA" w:rsidR="0085747A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5A32A25F" w:rsidR="00C61DC5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2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332A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Górka J. (i inni), Ekonomia matematyczna. Materiały do ćwiczeń, Wydawnictwo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Blajer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Panek E., Ekonomia matematyczna,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Więznowski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A. (i inni), Analiza i optymalizacja procesów produkcyjnych i usług. Wybrane zagadnienia ekonomii matematycznej i menedżerskiej,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61336" w14:textId="77777777" w:rsidR="00502BC2" w:rsidRDefault="00502BC2" w:rsidP="00C16ABF">
      <w:pPr>
        <w:spacing w:after="0" w:line="240" w:lineRule="auto"/>
      </w:pPr>
      <w:r>
        <w:separator/>
      </w:r>
    </w:p>
  </w:endnote>
  <w:endnote w:type="continuationSeparator" w:id="0">
    <w:p w14:paraId="49E1E6C5" w14:textId="77777777" w:rsidR="00502BC2" w:rsidRDefault="00502B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2734C" w14:textId="77777777" w:rsidR="00502BC2" w:rsidRDefault="00502BC2" w:rsidP="00C16ABF">
      <w:pPr>
        <w:spacing w:after="0" w:line="240" w:lineRule="auto"/>
      </w:pPr>
      <w:r>
        <w:separator/>
      </w:r>
    </w:p>
  </w:footnote>
  <w:footnote w:type="continuationSeparator" w:id="0">
    <w:p w14:paraId="4EB7E711" w14:textId="77777777" w:rsidR="00502BC2" w:rsidRDefault="00502BC2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29F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3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BC2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7C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30B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3687D-2268-4451-BB00-BEA54A4F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991</Words>
  <Characters>5950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2020-12-13T11:47:00Z</dcterms:created>
  <dcterms:modified xsi:type="dcterms:W3CDTF">2021-09-06T06:39:00Z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